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95" w:rsidRDefault="005D3994" w:rsidP="00716DD3">
      <w:pPr>
        <w:pStyle w:val="DSHeaderPressFact"/>
        <w:rPr>
          <w:lang w:val="de-AT"/>
        </w:rPr>
      </w:pPr>
      <w:r>
        <w:drawing>
          <wp:inline distT="0" distB="0" distL="0" distR="0">
            <wp:extent cx="2257425" cy="2828925"/>
            <wp:effectExtent l="0" t="0" r="9525" b="9525"/>
            <wp:docPr id="2" name="Bild 1" descr="w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C30F007" wp14:editId="0C7525BF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9807BA" w:rsidRPr="00421DCF" w:rsidRDefault="009807BA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0F00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FB94641" wp14:editId="01C9175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6F" w:rsidRPr="005D6DA1" w:rsidRDefault="00EE0CC8" w:rsidP="004A2D6F">
                            <w:pPr>
                              <w:pStyle w:val="DSHeaderPressFact"/>
                            </w:pPr>
                            <w:r>
                              <w:t>Dentiste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4641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A2D6F" w:rsidRPr="005D6DA1" w:rsidRDefault="00EE0CC8" w:rsidP="004A2D6F">
                      <w:pPr>
                        <w:pStyle w:val="DSHeaderPressFact"/>
                      </w:pPr>
                      <w:r>
                        <w:t>Dentiste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16DD3" w:rsidRPr="00F34EF4" w:rsidRDefault="00EE0CC8" w:rsidP="00716DD3">
      <w:pPr>
        <w:pStyle w:val="DSHeaderPressFact"/>
        <w:rPr>
          <w:lang w:val="de-AT"/>
        </w:rPr>
      </w:pPr>
      <w:r w:rsidRPr="00F34EF4">
        <w:rPr>
          <w:lang w:val="de-AT"/>
        </w:rPr>
        <w:t>Dr. Mike Skramstad</w:t>
      </w:r>
      <w:r w:rsidRPr="00F34EF4">
        <w:rPr>
          <w:lang w:val="de-AT"/>
        </w:rPr>
        <w:br/>
        <w:t>Dentiste</w:t>
      </w:r>
    </w:p>
    <w:p w:rsidR="00657A9D" w:rsidRPr="00985185" w:rsidRDefault="00657A9D" w:rsidP="00657A9D">
      <w:pPr>
        <w:rPr>
          <w:rStyle w:val="style12"/>
          <w:color w:val="595959" w:themeColor="text1" w:themeTint="A6"/>
          <w:sz w:val="20"/>
          <w:szCs w:val="20"/>
          <w:lang w:val="fr-MC"/>
        </w:rPr>
      </w:pPr>
      <w:bookmarkStart w:id="0" w:name="_GoBack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Le Dr Mike </w:t>
      </w:r>
      <w:proofErr w:type="spellStart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Skramstad</w:t>
      </w:r>
      <w:proofErr w:type="spellEnd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a été diplômé en 2000 de la faculté de médecine dentaire de l'université du Minnesota. Il est un formateur certifié CEREC avancé et a donné des conférences internationales sur la technologie, l'implantologie et la médecine dentaire numérique. Le Dr Mike </w:t>
      </w:r>
      <w:proofErr w:type="spellStart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Skramstad</w:t>
      </w:r>
      <w:proofErr w:type="spellEnd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est un alpha/bêta-testeur pour Dentsply Sirona et apprécie de travailler en étroite collaboration avec l'équipe d'ingénieurs et de contribuer au développement </w:t>
      </w:r>
      <w:r w:rsidR="00F34EF4" w:rsidRPr="00985185">
        <w:rPr>
          <w:rStyle w:val="style12"/>
          <w:color w:val="595959" w:themeColor="text1" w:themeTint="A6"/>
          <w:sz w:val="20"/>
          <w:szCs w:val="20"/>
          <w:lang w:val="fr-MC"/>
        </w:rPr>
        <w:t>des produits</w:t>
      </w: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et</w:t>
      </w:r>
      <w:r w:rsidR="00F34EF4"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des</w:t>
      </w: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logiciel</w:t>
      </w:r>
      <w:r w:rsidR="00F34EF4" w:rsidRPr="00985185">
        <w:rPr>
          <w:rStyle w:val="style12"/>
          <w:color w:val="595959" w:themeColor="text1" w:themeTint="A6"/>
          <w:sz w:val="20"/>
          <w:szCs w:val="20"/>
          <w:lang w:val="fr-MC"/>
        </w:rPr>
        <w:t>s</w:t>
      </w: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. </w:t>
      </w:r>
    </w:p>
    <w:p w:rsidR="00657A9D" w:rsidRPr="00985185" w:rsidRDefault="00657A9D" w:rsidP="00657A9D">
      <w:pPr>
        <w:rPr>
          <w:rStyle w:val="style12"/>
          <w:color w:val="595959" w:themeColor="text1" w:themeTint="A6"/>
          <w:sz w:val="20"/>
          <w:szCs w:val="20"/>
          <w:lang w:val="fr-MC"/>
        </w:rPr>
      </w:pP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Le Dr Mike </w:t>
      </w:r>
      <w:proofErr w:type="spellStart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Skramstad</w:t>
      </w:r>
      <w:proofErr w:type="spellEnd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est membre du corps professoral interne du département CFAO de </w:t>
      </w:r>
      <w:proofErr w:type="spellStart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Spear</w:t>
      </w:r>
      <w:proofErr w:type="spellEnd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Education et </w:t>
      </w:r>
      <w:r w:rsidR="00985185" w:rsidRPr="00985185">
        <w:rPr>
          <w:color w:val="595959" w:themeColor="text1" w:themeTint="A6"/>
        </w:rPr>
        <w:fldChar w:fldCharType="begin"/>
      </w:r>
      <w:r w:rsidR="00985185" w:rsidRPr="00985185">
        <w:rPr>
          <w:color w:val="595959" w:themeColor="text1" w:themeTint="A6"/>
          <w:lang w:val="fr-MC"/>
        </w:rPr>
        <w:instrText xml:space="preserve"> HYPERLINK "http://www.cerecdoctors.com" </w:instrText>
      </w:r>
      <w:r w:rsidR="00985185" w:rsidRPr="00985185">
        <w:rPr>
          <w:color w:val="595959" w:themeColor="text1" w:themeTint="A6"/>
        </w:rPr>
        <w:fldChar w:fldCharType="separate"/>
      </w:r>
      <w:r w:rsidRPr="00985185">
        <w:rPr>
          <w:rStyle w:val="Hyperlink"/>
          <w:rFonts w:cs="Arial"/>
          <w:color w:val="595959" w:themeColor="text1" w:themeTint="A6"/>
          <w:szCs w:val="20"/>
          <w:lang w:val="fr-MC"/>
        </w:rPr>
        <w:t>www.cerecdoctors.com</w:t>
      </w:r>
      <w:r w:rsidR="00985185" w:rsidRPr="00985185">
        <w:rPr>
          <w:rStyle w:val="Hyperlink"/>
          <w:rFonts w:cs="Arial"/>
          <w:color w:val="595959" w:themeColor="text1" w:themeTint="A6"/>
          <w:szCs w:val="20"/>
          <w:lang w:val="fr-MC"/>
        </w:rPr>
        <w:fldChar w:fldCharType="end"/>
      </w: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, un site Web de renommée nationale et un centre de formation continue à Scottsdale, en Arizona. Il tient également un cabinet de restauration</w:t>
      </w:r>
      <w:r w:rsidR="00F34EF4"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 </w:t>
      </w:r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 xml:space="preserve">performant à </w:t>
      </w:r>
      <w:proofErr w:type="spellStart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Orono</w:t>
      </w:r>
      <w:proofErr w:type="spellEnd"/>
      <w:r w:rsidRPr="00985185">
        <w:rPr>
          <w:rStyle w:val="style12"/>
          <w:color w:val="595959" w:themeColor="text1" w:themeTint="A6"/>
          <w:sz w:val="20"/>
          <w:szCs w:val="20"/>
          <w:lang w:val="fr-MC"/>
        </w:rPr>
        <w:t>, MN, se concentrant sur la médecine dentaire esthétique, implantaire et CFAO.</w:t>
      </w:r>
    </w:p>
    <w:bookmarkEnd w:id="0"/>
    <w:p w:rsidR="00EE0CC8" w:rsidRPr="00C22C0E" w:rsidRDefault="00EE0CC8" w:rsidP="00EE0CC8">
      <w:pPr>
        <w:rPr>
          <w:rFonts w:cs="Arial"/>
          <w:color w:val="454548"/>
        </w:rPr>
      </w:pPr>
    </w:p>
    <w:p w:rsidR="00187AFF" w:rsidRPr="00700195" w:rsidRDefault="00187AFF" w:rsidP="00EE0CC8"/>
    <w:p w:rsidR="00414B3C" w:rsidRPr="00700195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700195">
        <w:rPr>
          <w:b/>
          <w:bCs/>
          <w:color w:val="808080"/>
          <w:sz w:val="23"/>
          <w:szCs w:val="23"/>
        </w:rPr>
        <w:t xml:space="preserve"> </w:t>
      </w:r>
    </w:p>
    <w:p w:rsidR="00B05865" w:rsidRPr="00D04AAD" w:rsidRDefault="00D04AAD" w:rsidP="00D04AAD">
      <w:pPr>
        <w:rPr>
          <w:rFonts w:eastAsia="Times New Roman" w:cs="Arial"/>
          <w:szCs w:val="20"/>
        </w:rPr>
      </w:pPr>
      <w:r w:rsidRPr="000666B0">
        <w:rPr>
          <w:noProof/>
        </w:rPr>
        <w:drawing>
          <wp:anchor distT="0" distB="0" distL="114300" distR="114300" simplePos="0" relativeHeight="251678208" behindDoc="0" locked="0" layoutInCell="1" allowOverlap="1" wp14:anchorId="3D2BC617" wp14:editId="535B4101">
            <wp:simplePos x="0" y="0"/>
            <wp:positionH relativeFrom="column">
              <wp:posOffset>-615315</wp:posOffset>
            </wp:positionH>
            <wp:positionV relativeFrom="page">
              <wp:posOffset>10229850</wp:posOffset>
            </wp:positionV>
            <wp:extent cx="7315200" cy="57150"/>
            <wp:effectExtent l="0" t="0" r="0" b="0"/>
            <wp:wrapNone/>
            <wp:docPr id="873" name="Bild 50" descr="Macintosh HD:Users:dordej:Desktop:Bildschirmfoto 2016-01-27 um 09.44.2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Macintosh HD:Users:dordej:Desktop:Bildschirmfoto 2016-01-27 um 09.44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" r="297"/>
                    <a:stretch/>
                  </pic:blipFill>
                  <pic:spPr bwMode="auto">
                    <a:xfrm>
                      <a:off x="0" y="0"/>
                      <a:ext cx="7319922" cy="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865" w:rsidRPr="00D04AAD" w:rsidSect="001A346C">
      <w:head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9A7" w:rsidRDefault="00F179A7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F179A7" w:rsidRDefault="00F179A7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9A7" w:rsidRDefault="00F179A7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F179A7" w:rsidRDefault="00F179A7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7068C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fr-MC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A7B"/>
    <w:rsid w:val="001452DE"/>
    <w:rsid w:val="00187AFF"/>
    <w:rsid w:val="001A346C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C5D2E"/>
    <w:rsid w:val="003D2F2F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3994"/>
    <w:rsid w:val="005D6DA1"/>
    <w:rsid w:val="005F0B0B"/>
    <w:rsid w:val="00623E4A"/>
    <w:rsid w:val="00632A55"/>
    <w:rsid w:val="006505B9"/>
    <w:rsid w:val="006565AA"/>
    <w:rsid w:val="00657A9D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807BA"/>
    <w:rsid w:val="00985185"/>
    <w:rsid w:val="00995A76"/>
    <w:rsid w:val="009C3918"/>
    <w:rsid w:val="00A37487"/>
    <w:rsid w:val="00A37F17"/>
    <w:rsid w:val="00A42DCA"/>
    <w:rsid w:val="00A71FE2"/>
    <w:rsid w:val="00A75E93"/>
    <w:rsid w:val="00A778A8"/>
    <w:rsid w:val="00A81543"/>
    <w:rsid w:val="00AA0CF6"/>
    <w:rsid w:val="00AE0B47"/>
    <w:rsid w:val="00B05865"/>
    <w:rsid w:val="00B2189D"/>
    <w:rsid w:val="00B275B6"/>
    <w:rsid w:val="00B27690"/>
    <w:rsid w:val="00B77098"/>
    <w:rsid w:val="00BB1D4D"/>
    <w:rsid w:val="00BD0C74"/>
    <w:rsid w:val="00BE5693"/>
    <w:rsid w:val="00C22C0E"/>
    <w:rsid w:val="00C30932"/>
    <w:rsid w:val="00C32F2E"/>
    <w:rsid w:val="00C55499"/>
    <w:rsid w:val="00CA4109"/>
    <w:rsid w:val="00CB1288"/>
    <w:rsid w:val="00CD3B89"/>
    <w:rsid w:val="00CD74A3"/>
    <w:rsid w:val="00CE17EF"/>
    <w:rsid w:val="00D04AAD"/>
    <w:rsid w:val="00D34B15"/>
    <w:rsid w:val="00D86475"/>
    <w:rsid w:val="00DB0FDE"/>
    <w:rsid w:val="00DB1D5F"/>
    <w:rsid w:val="00DC2DA0"/>
    <w:rsid w:val="00E00551"/>
    <w:rsid w:val="00E72CDE"/>
    <w:rsid w:val="00E95C39"/>
    <w:rsid w:val="00ED5E30"/>
    <w:rsid w:val="00EE0CC8"/>
    <w:rsid w:val="00F179A7"/>
    <w:rsid w:val="00F2429E"/>
    <w:rsid w:val="00F34EF4"/>
    <w:rsid w:val="00F42537"/>
    <w:rsid w:val="00F91980"/>
    <w:rsid w:val="00FB7148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00"/>
  <w15:docId w15:val="{10057DC7-3A6B-4BAA-AAFD-6EC60E12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2">
    <w:name w:val="style12"/>
    <w:rsid w:val="00657A9D"/>
    <w:rPr>
      <w:rFonts w:ascii="Arial" w:hAnsi="Arial" w:cs="Arial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Imagi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68DECD-1492-47D0-8E35-DA9F10D2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PM_Imaging.dotx</Template>
  <TotalTime>0</TotalTime>
  <Pages>1</Pages>
  <Words>126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Torner, Elisa</cp:lastModifiedBy>
  <cp:revision>7</cp:revision>
  <cp:lastPrinted>2016-08-01T14:41:00Z</cp:lastPrinted>
  <dcterms:created xsi:type="dcterms:W3CDTF">2019-12-10T15:35:00Z</dcterms:created>
  <dcterms:modified xsi:type="dcterms:W3CDTF">2020-01-16T10:04:00Z</dcterms:modified>
</cp:coreProperties>
</file>